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3E0E8A78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D7520A">
        <w:rPr>
          <w:rFonts w:ascii="Arial" w:hAnsi="Arial" w:cs="Arial"/>
          <w:bCs/>
          <w:i w:val="0"/>
          <w:szCs w:val="24"/>
        </w:rPr>
        <w:t>7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31A1E0" w14:textId="62B0952E" w:rsidR="00D520D3" w:rsidRPr="00A2540E" w:rsidRDefault="002658C2" w:rsidP="002658C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  <w:r w:rsidR="00A26DF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– część …</w:t>
            </w:r>
          </w:p>
        </w:tc>
      </w:tr>
      <w:tr w:rsidR="00FE497B" w:rsidRPr="00A2540E" w14:paraId="53006ED0" w14:textId="77777777" w:rsidTr="004010C3">
        <w:tc>
          <w:tcPr>
            <w:tcW w:w="2269" w:type="dxa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3898A50B" w14:textId="141070C0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5C6A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32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B569C" w14:textId="77777777" w:rsidR="003A2CEA" w:rsidRDefault="003A2CEA" w:rsidP="00025386">
      <w:pPr>
        <w:spacing w:after="0" w:line="240" w:lineRule="auto"/>
      </w:pPr>
      <w:r>
        <w:separator/>
      </w:r>
    </w:p>
  </w:endnote>
  <w:endnote w:type="continuationSeparator" w:id="0">
    <w:p w14:paraId="7A16F57A" w14:textId="77777777" w:rsidR="003A2CEA" w:rsidRDefault="003A2CE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9EC68" w14:textId="77777777" w:rsidR="003A2CEA" w:rsidRDefault="003A2CEA" w:rsidP="00025386">
      <w:pPr>
        <w:spacing w:after="0" w:line="240" w:lineRule="auto"/>
      </w:pPr>
      <w:r>
        <w:separator/>
      </w:r>
    </w:p>
  </w:footnote>
  <w:footnote w:type="continuationSeparator" w:id="0">
    <w:p w14:paraId="6734A8F5" w14:textId="77777777" w:rsidR="003A2CEA" w:rsidRDefault="003A2CE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120D"/>
    <w:rsid w:val="000D6465"/>
    <w:rsid w:val="000F583F"/>
    <w:rsid w:val="00105860"/>
    <w:rsid w:val="00112374"/>
    <w:rsid w:val="00115741"/>
    <w:rsid w:val="0016158F"/>
    <w:rsid w:val="001C2314"/>
    <w:rsid w:val="00213980"/>
    <w:rsid w:val="00225DA4"/>
    <w:rsid w:val="002647A0"/>
    <w:rsid w:val="002658C2"/>
    <w:rsid w:val="00291AD0"/>
    <w:rsid w:val="003317EC"/>
    <w:rsid w:val="003A2CEA"/>
    <w:rsid w:val="003E2C05"/>
    <w:rsid w:val="004374F2"/>
    <w:rsid w:val="0044320C"/>
    <w:rsid w:val="00460705"/>
    <w:rsid w:val="00467CA2"/>
    <w:rsid w:val="00485239"/>
    <w:rsid w:val="004E27D7"/>
    <w:rsid w:val="0051506B"/>
    <w:rsid w:val="00524F91"/>
    <w:rsid w:val="0055145C"/>
    <w:rsid w:val="005624D8"/>
    <w:rsid w:val="005C6A9A"/>
    <w:rsid w:val="00620476"/>
    <w:rsid w:val="00657A47"/>
    <w:rsid w:val="00662438"/>
    <w:rsid w:val="0068335F"/>
    <w:rsid w:val="0071340C"/>
    <w:rsid w:val="00736CA8"/>
    <w:rsid w:val="00745A44"/>
    <w:rsid w:val="007666D6"/>
    <w:rsid w:val="00781285"/>
    <w:rsid w:val="007D6755"/>
    <w:rsid w:val="007F49C7"/>
    <w:rsid w:val="00824D73"/>
    <w:rsid w:val="00830970"/>
    <w:rsid w:val="008833CF"/>
    <w:rsid w:val="00896F5E"/>
    <w:rsid w:val="008B797E"/>
    <w:rsid w:val="008F2498"/>
    <w:rsid w:val="00914A91"/>
    <w:rsid w:val="0093388F"/>
    <w:rsid w:val="00995CA2"/>
    <w:rsid w:val="009D7F29"/>
    <w:rsid w:val="009F1D27"/>
    <w:rsid w:val="00A26DFF"/>
    <w:rsid w:val="00A56A6F"/>
    <w:rsid w:val="00A87380"/>
    <w:rsid w:val="00AF4E90"/>
    <w:rsid w:val="00AF7375"/>
    <w:rsid w:val="00B62AD0"/>
    <w:rsid w:val="00B722C6"/>
    <w:rsid w:val="00B77707"/>
    <w:rsid w:val="00BE3BCE"/>
    <w:rsid w:val="00C671BA"/>
    <w:rsid w:val="00C937CE"/>
    <w:rsid w:val="00CB29AC"/>
    <w:rsid w:val="00D37B52"/>
    <w:rsid w:val="00D520D3"/>
    <w:rsid w:val="00D55FC4"/>
    <w:rsid w:val="00D7520A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5D78"/>
    <w:rsid w:val="00FB7BA7"/>
    <w:rsid w:val="00FC28E3"/>
    <w:rsid w:val="00FE497B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11</cp:revision>
  <dcterms:created xsi:type="dcterms:W3CDTF">2025-01-16T10:17:00Z</dcterms:created>
  <dcterms:modified xsi:type="dcterms:W3CDTF">2025-09-30T08:16:00Z</dcterms:modified>
</cp:coreProperties>
</file>